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36329" w14:textId="5380E7B2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35FB0BE6" wp14:editId="69A778F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70929898" wp14:editId="42F4E14D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BC1DDA">
        <w:rPr>
          <w:rFonts w:ascii="Segoe Print" w:hAnsi="Segoe Print"/>
          <w:b/>
          <w:sz w:val="24"/>
        </w:rPr>
        <w:t>7</w:t>
      </w:r>
      <w:r w:rsidR="00D51195" w:rsidRPr="0090117B">
        <w:rPr>
          <w:rFonts w:ascii="Segoe Print" w:hAnsi="Segoe Print"/>
          <w:b/>
          <w:sz w:val="24"/>
        </w:rPr>
        <w:t>.</w:t>
      </w:r>
      <w:r w:rsidR="007E165C"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BC1DDA">
        <w:rPr>
          <w:rFonts w:ascii="Segoe Print" w:hAnsi="Segoe Print"/>
          <w:b/>
          <w:sz w:val="24"/>
        </w:rPr>
        <w:t>NO CALCULATOR</w:t>
      </w:r>
    </w:p>
    <w:p w14:paraId="71B012F4" w14:textId="246C36C0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709"/>
        <w:gridCol w:w="4394"/>
      </w:tblGrid>
      <w:tr w:rsidR="00E20822" w:rsidRPr="000A63AF" w14:paraId="11968CB8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0AD40C9C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03F47ACB" w14:textId="35FF4037" w:rsidR="00E20822" w:rsidRPr="00FB0E81" w:rsidRDefault="00BC1DDA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0F145F">
              <w:rPr>
                <w:rFonts w:ascii="Avenir Book" w:hAnsi="Avenir Book"/>
                <w:sz w:val="24"/>
                <w:szCs w:val="20"/>
              </w:rPr>
              <w:t xml:space="preserve">Calculate </w:t>
            </w:r>
            <w:r w:rsidR="000236A0" w:rsidRPr="004127B0">
              <w:rPr>
                <w:rFonts w:ascii="Tahoma" w:hAnsi="Tahoma" w:cs="Tahoma"/>
              </w:rPr>
              <w:t xml:space="preserve">218.5 </w:t>
            </w:r>
            <m:oMath>
              <m:r>
                <w:rPr>
                  <w:rFonts w:ascii="Cambria Math" w:hAnsi="Cambria Math" w:cs="Tahoma"/>
                </w:rPr>
                <m:t>÷</m:t>
              </m:r>
            </m:oMath>
            <w:r w:rsidR="000236A0" w:rsidRPr="004127B0">
              <w:rPr>
                <w:rFonts w:ascii="Tahoma" w:hAnsi="Tahoma" w:cs="Tahoma"/>
              </w:rPr>
              <w:t xml:space="preserve"> 5</w:t>
            </w:r>
          </w:p>
        </w:tc>
        <w:tc>
          <w:tcPr>
            <w:tcW w:w="425" w:type="dxa"/>
            <w:tcBorders>
              <w:right w:val="nil"/>
            </w:tcBorders>
          </w:tcPr>
          <w:p w14:paraId="5517611C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gridSpan w:val="2"/>
            <w:tcBorders>
              <w:left w:val="nil"/>
            </w:tcBorders>
          </w:tcPr>
          <w:p w14:paraId="7CF5652E" w14:textId="77777777" w:rsidR="00BC1DDA" w:rsidRDefault="00BC1DDA" w:rsidP="00BC1DDA">
            <w:pPr>
              <w:tabs>
                <w:tab w:val="left" w:pos="1440"/>
              </w:tabs>
              <w:spacing w:before="120" w:after="0"/>
              <w:rPr>
                <w:rFonts w:ascii="Avenir Book" w:hAnsi="Avenir Book"/>
                <w:sz w:val="24"/>
              </w:rPr>
            </w:pPr>
            <w:r>
              <w:rPr>
                <w:rFonts w:ascii="Avenir Book" w:hAnsi="Avenir Book"/>
                <w:sz w:val="24"/>
              </w:rPr>
              <w:t xml:space="preserve">Expand and simplify        </w:t>
            </w:r>
          </w:p>
          <w:p w14:paraId="08FA9E46" w14:textId="370CDF2A" w:rsidR="00E20822" w:rsidRPr="000A63AF" w:rsidRDefault="0075268D" w:rsidP="0064471D">
            <w:pPr>
              <w:spacing w:before="120" w:after="0"/>
              <w:rPr>
                <w:rFonts w:ascii="Avenir Book" w:eastAsiaTheme="minorEastAsia" w:hAnsi="Avenir Book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4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</w:rPr>
                      <m:t>4x+5</m:t>
                    </m:r>
                  </m:e>
                </m:d>
                <m:r>
                  <w:rPr>
                    <w:rFonts w:ascii="Cambria Math" w:hAnsi="Cambria Math"/>
                    <w:sz w:val="24"/>
                  </w:rPr>
                  <m:t>-2(x+4</m:t>
                </m:r>
                <m:r>
                  <w:rPr>
                    <w:rFonts w:ascii="Cambria Math" w:hAnsi="Cambria Math"/>
                    <w:sz w:val="24"/>
                  </w:rPr>
                  <m:t>)</m:t>
                </m:r>
              </m:oMath>
            </m:oMathPara>
          </w:p>
        </w:tc>
      </w:tr>
      <w:tr w:rsidR="00E20822" w:rsidRPr="00C240D5" w14:paraId="3FF47E83" w14:textId="77777777" w:rsidTr="00BC1DDA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57A1258A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5C2A0FE6" w14:textId="4C012604" w:rsidR="00E20822" w:rsidRPr="00C240D5" w:rsidRDefault="00BC1DDA" w:rsidP="00BC1DDA">
            <w:pPr>
              <w:tabs>
                <w:tab w:val="left" w:pos="1205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0F145F">
              <w:rPr>
                <w:rFonts w:ascii="Avenir Book" w:hAnsi="Avenir Book"/>
                <w:sz w:val="24"/>
              </w:rPr>
              <w:t xml:space="preserve">Simplify    </w:t>
            </w:r>
            <m:oMath>
              <m:r>
                <w:rPr>
                  <w:rFonts w:ascii="Cambria Math" w:hAnsi="Cambria Math" w:cs="Tahoma"/>
                </w:rPr>
                <m:t>40:160</m:t>
              </m:r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54B0D28E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gridSpan w:val="2"/>
            <w:tcBorders>
              <w:left w:val="nil"/>
              <w:bottom w:val="single" w:sz="4" w:space="0" w:color="auto"/>
            </w:tcBorders>
          </w:tcPr>
          <w:p w14:paraId="7E9F0B44" w14:textId="18A998C5" w:rsidR="00DF442D" w:rsidRDefault="00C42E4F" w:rsidP="00DF442D">
            <w:pPr>
              <w:spacing w:before="120" w:after="0"/>
              <w:rPr>
                <w:rFonts w:ascii="Avenir Book" w:eastAsiaTheme="minorEastAsia" w:hAnsi="Avenir Book"/>
                <w:sz w:val="28"/>
              </w:rPr>
            </w:pPr>
            <w:r>
              <w:rPr>
                <w:rFonts w:ascii="Avenir Book" w:hAnsi="Avenir Book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841E769" wp14:editId="51B48500">
                      <wp:simplePos x="0" y="0"/>
                      <wp:positionH relativeFrom="column">
                        <wp:posOffset>386520</wp:posOffset>
                      </wp:positionH>
                      <wp:positionV relativeFrom="paragraph">
                        <wp:posOffset>948788</wp:posOffset>
                      </wp:positionV>
                      <wp:extent cx="434975" cy="26670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49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C9627A" w14:textId="77777777" w:rsidR="00C42E4F" w:rsidRDefault="00C42E4F" w:rsidP="00C42E4F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A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41E76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30.45pt;margin-top:74.7pt;width:34.25pt;height:2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" filled="f" stroked="f" strokeweight=".5pt">
                      <v:textbox>
                        <w:txbxContent>
                          <w:p w14:paraId="58C9627A" w14:textId="77777777" w:rsidR="00C42E4F" w:rsidRDefault="00C42E4F" w:rsidP="00C42E4F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A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F442D">
              <w:rPr>
                <w:rFonts w:ascii="Avenir Book" w:hAnsi="Avenir Book"/>
                <w:sz w:val="24"/>
                <w:szCs w:val="20"/>
              </w:rPr>
              <w:t>Give your answer in its simplest form.</w:t>
            </w:r>
          </w:p>
          <w:p w14:paraId="1E8A6FEC" w14:textId="1DB38798" w:rsidR="00E20822" w:rsidRPr="00BC1DDA" w:rsidRDefault="00413825" w:rsidP="00DF442D">
            <w:pPr>
              <w:spacing w:before="120" w:after="0"/>
              <w:rPr>
                <w:rFonts w:ascii="Avenir Book" w:hAnsi="Avenir Book"/>
              </w:rPr>
            </w:pPr>
            <m:oMath>
              <m:f>
                <m:fPr>
                  <m:ctrlPr>
                    <w:rPr>
                      <w:rFonts w:ascii="Cambria Math" w:hAnsi="Cambria Math" w:cs="Tahoma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ahoma"/>
                      <w:sz w:val="28"/>
                      <w:szCs w:val="28"/>
                    </w:rPr>
                    <m:t>4</m:t>
                  </m:r>
                </m:num>
                <m:den>
                  <m:r>
                    <w:rPr>
                      <w:rFonts w:ascii="Cambria Math" w:hAnsi="Cambria Math" w:cs="Tahoma"/>
                      <w:sz w:val="28"/>
                      <w:szCs w:val="28"/>
                    </w:rPr>
                    <m:t>5</m:t>
                  </m:r>
                </m:den>
              </m:f>
              <m:r>
                <w:rPr>
                  <w:rFonts w:ascii="Cambria Math" w:hAnsi="Cambria Math" w:cs="Tahoma"/>
                  <w:sz w:val="28"/>
                  <w:szCs w:val="28"/>
                </w:rPr>
                <m:t>×</m:t>
              </m:r>
              <m:f>
                <m:fPr>
                  <m:ctrlPr>
                    <w:rPr>
                      <w:rFonts w:ascii="Cambria Math" w:hAnsi="Cambria Math" w:cs="Tahoma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ahoma"/>
                      <w:sz w:val="28"/>
                      <w:szCs w:val="28"/>
                    </w:rPr>
                    <m:t>11</m:t>
                  </m:r>
                </m:num>
                <m:den>
                  <m:r>
                    <w:rPr>
                      <w:rFonts w:ascii="Cambria Math" w:hAnsi="Cambria Math" w:cs="Tahoma"/>
                      <w:sz w:val="28"/>
                      <w:szCs w:val="28"/>
                    </w:rPr>
                    <m:t>12</m:t>
                  </m:r>
                </m:den>
              </m:f>
            </m:oMath>
            <w:r w:rsidR="00F47A34" w:rsidRPr="007E3E32">
              <w:rPr>
                <w:rFonts w:eastAsiaTheme="minorEastAsia"/>
                <w:sz w:val="28"/>
                <w:szCs w:val="28"/>
              </w:rPr>
              <w:t xml:space="preserve">   </w:t>
            </w:r>
            <w:r w:rsidR="00DF442D" w:rsidRPr="00CF7527">
              <w:rPr>
                <w:rFonts w:eastAsiaTheme="minorEastAsia"/>
                <w:sz w:val="28"/>
              </w:rPr>
              <w:t xml:space="preserve">   </w:t>
            </w:r>
          </w:p>
        </w:tc>
      </w:tr>
      <w:tr w:rsidR="00BC1DDA" w:rsidRPr="00C240D5" w14:paraId="73732360" w14:textId="77777777" w:rsidTr="00BC1DDA">
        <w:trPr>
          <w:trHeight w:val="1824"/>
        </w:trPr>
        <w:tc>
          <w:tcPr>
            <w:tcW w:w="421" w:type="dxa"/>
            <w:tcBorders>
              <w:right w:val="nil"/>
            </w:tcBorders>
          </w:tcPr>
          <w:p w14:paraId="21A62FE6" w14:textId="77777777" w:rsidR="00BC1DDA" w:rsidRPr="00C240D5" w:rsidRDefault="00BC1DDA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5386" w:type="dxa"/>
            <w:gridSpan w:val="3"/>
            <w:tcBorders>
              <w:left w:val="nil"/>
              <w:right w:val="nil"/>
            </w:tcBorders>
          </w:tcPr>
          <w:p w14:paraId="7F8848E4" w14:textId="38B8F5BF" w:rsidR="00BC1DDA" w:rsidRPr="000F145F" w:rsidRDefault="00BC1DDA" w:rsidP="00BC1DDA">
            <w:pPr>
              <w:tabs>
                <w:tab w:val="left" w:pos="1440"/>
              </w:tabs>
              <w:spacing w:before="120" w:after="0"/>
              <w:rPr>
                <w:rFonts w:ascii="Avenir Book" w:eastAsiaTheme="minorEastAsia" w:hAnsi="Avenir Book"/>
                <w:sz w:val="24"/>
              </w:rPr>
            </w:pPr>
            <w:r>
              <w:rPr>
                <w:rFonts w:ascii="Avenir Book" w:hAnsi="Avenir Book"/>
                <w:sz w:val="24"/>
              </w:rPr>
              <w:t xml:space="preserve">Do you use </w:t>
            </w:r>
            <w:r w:rsidRPr="000F145F">
              <w:rPr>
                <w:rFonts w:ascii="Avenir Book" w:hAnsi="Avenir Book"/>
                <w:sz w:val="24"/>
              </w:rPr>
              <w:t>SOHCAHTOA or SS</w:t>
            </w:r>
            <m:oMath>
              <m:r>
                <w:rPr>
                  <w:rFonts w:ascii="Cambria Math" w:hAnsi="Cambria Math"/>
                  <w:sz w:val="24"/>
                </w:rPr>
                <m:t>±</m:t>
              </m:r>
            </m:oMath>
            <w:r>
              <w:rPr>
                <w:rFonts w:ascii="Avenir Book" w:eastAsiaTheme="minorEastAsia" w:hAnsi="Avenir Book"/>
                <w:sz w:val="24"/>
              </w:rPr>
              <w:t xml:space="preserve">SR to find </w:t>
            </w:r>
            <w:r w:rsidR="00391CA8">
              <w:rPr>
                <w:rFonts w:ascii="Avenir Book" w:eastAsiaTheme="minorEastAsia" w:hAnsi="Avenir Book"/>
                <w:sz w:val="24"/>
              </w:rPr>
              <w:t>side BC in this right angled triangle</w:t>
            </w:r>
            <w:r w:rsidR="00E801CC">
              <w:rPr>
                <w:rFonts w:ascii="Avenir Book" w:eastAsiaTheme="minorEastAsia" w:hAnsi="Avenir Book"/>
                <w:sz w:val="24"/>
              </w:rPr>
              <w:t>?</w:t>
            </w:r>
          </w:p>
        </w:tc>
        <w:tc>
          <w:tcPr>
            <w:tcW w:w="4394" w:type="dxa"/>
            <w:tcBorders>
              <w:left w:val="nil"/>
            </w:tcBorders>
          </w:tcPr>
          <w:p w14:paraId="2A6157D4" w14:textId="298DD2A1" w:rsidR="00BC1DDA" w:rsidRPr="00C240D5" w:rsidRDefault="00413825" w:rsidP="007E2C1A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11488" behindDoc="0" locked="0" layoutInCell="1" allowOverlap="1" wp14:anchorId="49B3075C" wp14:editId="2AA6CCC6">
                  <wp:simplePos x="0" y="0"/>
                  <wp:positionH relativeFrom="column">
                    <wp:posOffset>2316285</wp:posOffset>
                  </wp:positionH>
                  <wp:positionV relativeFrom="paragraph">
                    <wp:posOffset>890319</wp:posOffset>
                  </wp:positionV>
                  <wp:extent cx="572188" cy="401760"/>
                  <wp:effectExtent l="0" t="0" r="0" b="508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839BB" w:rsidRPr="000839BB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B2481A9" wp14:editId="534D9E1E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167640</wp:posOffset>
                      </wp:positionV>
                      <wp:extent cx="894080" cy="894080"/>
                      <wp:effectExtent l="0" t="0" r="20320" b="20320"/>
                      <wp:wrapNone/>
                      <wp:docPr id="2" name="Right Tri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4080" cy="894080"/>
                              </a:xfrm>
                              <a:prstGeom prst="rtTriangle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83E0AEB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2" o:spid="_x0000_s1026" type="#_x0000_t6" style="position:absolute;margin-left:13.3pt;margin-top:13.2pt;width:70.4pt;height:70.4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" fillcolor="white [3201]" strokecolor="black [3200]" strokeweight="1pt"/>
                  </w:pict>
                </mc:Fallback>
              </mc:AlternateContent>
            </w:r>
            <w:r w:rsidR="000839BB" w:rsidRPr="000839BB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8D28025" wp14:editId="4D9B20FE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920750</wp:posOffset>
                      </wp:positionV>
                      <wp:extent cx="130175" cy="130175"/>
                      <wp:effectExtent l="0" t="0" r="22225" b="2222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4B81776" id="Rectangle 3" o:spid="_x0000_s1026" style="position:absolute;margin-left:14.1pt;margin-top:72.5pt;width:10.25pt;height:10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" fillcolor="black [3200]" strokecolor="black [1600]" strokeweight="2pt"/>
                  </w:pict>
                </mc:Fallback>
              </mc:AlternateContent>
            </w:r>
            <w:r w:rsidR="000839BB" w:rsidRPr="000839BB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C91661E" wp14:editId="0977A254">
                      <wp:simplePos x="0" y="0"/>
                      <wp:positionH relativeFrom="column">
                        <wp:posOffset>-191770</wp:posOffset>
                      </wp:positionH>
                      <wp:positionV relativeFrom="paragraph">
                        <wp:posOffset>546100</wp:posOffset>
                      </wp:positionV>
                      <wp:extent cx="434975" cy="266700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49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9B442D5" w14:textId="77777777" w:rsidR="000839BB" w:rsidRDefault="000839BB" w:rsidP="000839BB">
                                  <w:r>
                                    <w:t>3cm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91661E" id="Text Box 4" o:spid="_x0000_s1027" type="#_x0000_t202" style="position:absolute;margin-left:-15.1pt;margin-top:43pt;width:34.25pt;height:2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" filled="f" stroked="f" strokeweight=".5pt">
                      <v:textbox>
                        <w:txbxContent>
                          <w:p w14:paraId="69B442D5" w14:textId="77777777" w:rsidR="000839BB" w:rsidRDefault="000839BB" w:rsidP="000839BB">
                            <w:r>
                              <w:t>3cm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839BB" w:rsidRPr="000839BB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74D2C55" wp14:editId="3E8EDB16">
                      <wp:simplePos x="0" y="0"/>
                      <wp:positionH relativeFrom="column">
                        <wp:posOffset>582295</wp:posOffset>
                      </wp:positionH>
                      <wp:positionV relativeFrom="paragraph">
                        <wp:posOffset>460375</wp:posOffset>
                      </wp:positionV>
                      <wp:extent cx="434975" cy="26670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49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59890B2" w14:textId="77777777" w:rsidR="000839BB" w:rsidRDefault="000839BB" w:rsidP="000839BB">
                                  <w:r>
                                    <w:t>5cm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4D2C55" id="Text Box 5" o:spid="_x0000_s1028" type="#_x0000_t202" style="position:absolute;margin-left:45.85pt;margin-top:36.25pt;width:34.25pt;height:2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" filled="f" stroked="f" strokeweight=".5pt">
                      <v:textbox>
                        <w:txbxContent>
                          <w:p w14:paraId="759890B2" w14:textId="77777777" w:rsidR="000839BB" w:rsidRDefault="000839BB" w:rsidP="000839BB">
                            <w:r>
                              <w:t>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839BB" w:rsidRPr="000839BB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6DD04C3" wp14:editId="4741B378">
                      <wp:simplePos x="0" y="0"/>
                      <wp:positionH relativeFrom="column">
                        <wp:posOffset>930910</wp:posOffset>
                      </wp:positionH>
                      <wp:positionV relativeFrom="paragraph">
                        <wp:posOffset>897890</wp:posOffset>
                      </wp:positionV>
                      <wp:extent cx="443865" cy="312420"/>
                      <wp:effectExtent l="0" t="0" r="0" b="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3865" cy="3124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E8A879" w14:textId="77777777" w:rsidR="000839BB" w:rsidRDefault="000839BB" w:rsidP="000839BB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B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DD04C3" id="Text Box 9" o:spid="_x0000_s1029" type="#_x0000_t202" style="position:absolute;margin-left:73.3pt;margin-top:70.7pt;width:34.95pt;height:24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" filled="f" stroked="f" strokeweight=".5pt">
                      <v:textbox>
                        <w:txbxContent>
                          <w:p w14:paraId="3FE8A879" w14:textId="77777777" w:rsidR="000839BB" w:rsidRDefault="000839BB" w:rsidP="000839BB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839BB" w:rsidRPr="000839BB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089B60F" wp14:editId="67DDE908">
                      <wp:simplePos x="0" y="0"/>
                      <wp:positionH relativeFrom="column">
                        <wp:posOffset>-145170</wp:posOffset>
                      </wp:positionH>
                      <wp:positionV relativeFrom="paragraph">
                        <wp:posOffset>906194</wp:posOffset>
                      </wp:positionV>
                      <wp:extent cx="443865" cy="312964"/>
                      <wp:effectExtent l="0" t="0" r="0" b="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3865" cy="3129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68B0FFD" w14:textId="77777777" w:rsidR="000839BB" w:rsidRDefault="000839BB" w:rsidP="000839BB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C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89B60F" id="Text Box 12" o:spid="_x0000_s1030" type="#_x0000_t202" style="position:absolute;margin-left:-11.45pt;margin-top:71.35pt;width:34.95pt;height:24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" filled="f" stroked="f" strokeweight=".5pt">
                      <v:textbox>
                        <w:txbxContent>
                          <w:p w14:paraId="568B0FFD" w14:textId="77777777" w:rsidR="000839BB" w:rsidRDefault="000839BB" w:rsidP="000839BB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1DDA">
              <w:rPr>
                <w:noProof/>
                <w:lang w:eastAsia="en-GB"/>
              </w:rPr>
              <w:drawing>
                <wp:anchor distT="0" distB="0" distL="114300" distR="114300" simplePos="0" relativeHeight="251670528" behindDoc="0" locked="0" layoutInCell="1" allowOverlap="1" wp14:anchorId="3368A17C" wp14:editId="2B886527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320FF08" w14:textId="5E6885F9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43E491C6" w14:textId="7C4312DD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p w14:paraId="11298C66" w14:textId="32A2C5DF" w:rsidR="00391CA8" w:rsidRDefault="00391CA8" w:rsidP="00391CA8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01248" behindDoc="0" locked="0" layoutInCell="1" allowOverlap="1" wp14:anchorId="3C5F00CA" wp14:editId="23AE1482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35" name="Picture 35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00224" behindDoc="0" locked="0" layoutInCell="1" allowOverlap="1" wp14:anchorId="685591DF" wp14:editId="35C9FF44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36" name="Picture 3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7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NO CALCULATOR</w:t>
      </w:r>
    </w:p>
    <w:p w14:paraId="01FBEF63" w14:textId="77777777" w:rsidR="00391CA8" w:rsidRDefault="00391CA8" w:rsidP="00391CA8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709"/>
        <w:gridCol w:w="4394"/>
      </w:tblGrid>
      <w:tr w:rsidR="00391CA8" w:rsidRPr="000A63AF" w14:paraId="743ECAE2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391B63A2" w14:textId="77777777" w:rsidR="00391CA8" w:rsidRPr="00C240D5" w:rsidRDefault="00391CA8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6ACA204F" w14:textId="065C1604" w:rsidR="00391CA8" w:rsidRPr="00FB0E81" w:rsidRDefault="00391CA8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0F145F">
              <w:rPr>
                <w:rFonts w:ascii="Avenir Book" w:hAnsi="Avenir Book"/>
                <w:sz w:val="24"/>
                <w:szCs w:val="20"/>
              </w:rPr>
              <w:t xml:space="preserve">Calculate </w:t>
            </w:r>
            <w:r w:rsidRPr="004127B0">
              <w:rPr>
                <w:rFonts w:ascii="Tahoma" w:hAnsi="Tahoma" w:cs="Tahoma"/>
              </w:rPr>
              <w:t xml:space="preserve">218.5 </w:t>
            </w:r>
            <m:oMath>
              <m:r>
                <w:rPr>
                  <w:rFonts w:ascii="Cambria Math" w:hAnsi="Cambria Math" w:cs="Tahoma"/>
                </w:rPr>
                <m:t>÷</m:t>
              </m:r>
            </m:oMath>
            <w:r w:rsidRPr="004127B0">
              <w:rPr>
                <w:rFonts w:ascii="Tahoma" w:hAnsi="Tahoma" w:cs="Tahoma"/>
              </w:rPr>
              <w:t xml:space="preserve"> 5</w:t>
            </w:r>
          </w:p>
        </w:tc>
        <w:tc>
          <w:tcPr>
            <w:tcW w:w="425" w:type="dxa"/>
            <w:tcBorders>
              <w:right w:val="nil"/>
            </w:tcBorders>
          </w:tcPr>
          <w:p w14:paraId="67465B1A" w14:textId="77777777" w:rsidR="00391CA8" w:rsidRPr="00C240D5" w:rsidRDefault="00391CA8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gridSpan w:val="2"/>
            <w:tcBorders>
              <w:left w:val="nil"/>
            </w:tcBorders>
          </w:tcPr>
          <w:p w14:paraId="1121DD93" w14:textId="77777777" w:rsidR="00391CA8" w:rsidRDefault="00391CA8" w:rsidP="00E01254">
            <w:pPr>
              <w:tabs>
                <w:tab w:val="left" w:pos="1440"/>
              </w:tabs>
              <w:spacing w:before="120" w:after="0"/>
              <w:rPr>
                <w:rFonts w:ascii="Avenir Book" w:hAnsi="Avenir Book"/>
                <w:sz w:val="24"/>
              </w:rPr>
            </w:pPr>
            <w:r>
              <w:rPr>
                <w:rFonts w:ascii="Avenir Book" w:hAnsi="Avenir Book"/>
                <w:sz w:val="24"/>
              </w:rPr>
              <w:t xml:space="preserve">Expand and simplify        </w:t>
            </w:r>
          </w:p>
          <w:p w14:paraId="5B3DFDCF" w14:textId="590EF41F" w:rsidR="00391CA8" w:rsidRPr="000A63AF" w:rsidRDefault="00391CA8" w:rsidP="00E01254">
            <w:pPr>
              <w:spacing w:before="120" w:after="0"/>
              <w:rPr>
                <w:rFonts w:ascii="Avenir Book" w:eastAsiaTheme="minorEastAsia" w:hAnsi="Avenir Book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4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</w:rPr>
                      <m:t>4x+5</m:t>
                    </m:r>
                  </m:e>
                </m:d>
                <m:r>
                  <w:rPr>
                    <w:rFonts w:ascii="Cambria Math" w:hAnsi="Cambria Math"/>
                    <w:sz w:val="24"/>
                  </w:rPr>
                  <m:t>-2(x+4</m:t>
                </m:r>
                <m:r>
                  <w:rPr>
                    <w:rFonts w:ascii="Cambria Math" w:hAnsi="Cambria Math"/>
                    <w:sz w:val="24"/>
                  </w:rPr>
                  <m:t>)</m:t>
                </m:r>
              </m:oMath>
            </m:oMathPara>
          </w:p>
        </w:tc>
      </w:tr>
      <w:tr w:rsidR="00391CA8" w:rsidRPr="00C240D5" w14:paraId="32C616F7" w14:textId="77777777" w:rsidTr="00E0125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7FA3464" w14:textId="77777777" w:rsidR="00391CA8" w:rsidRPr="00C240D5" w:rsidRDefault="00391CA8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44B8B692" w14:textId="77777777" w:rsidR="00391CA8" w:rsidRPr="00C240D5" w:rsidRDefault="00391CA8" w:rsidP="00E01254">
            <w:pPr>
              <w:tabs>
                <w:tab w:val="left" w:pos="1205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0F145F">
              <w:rPr>
                <w:rFonts w:ascii="Avenir Book" w:hAnsi="Avenir Book"/>
                <w:sz w:val="24"/>
              </w:rPr>
              <w:t xml:space="preserve">Simplify    </w:t>
            </w:r>
            <m:oMath>
              <m:r>
                <w:rPr>
                  <w:rFonts w:ascii="Cambria Math" w:hAnsi="Cambria Math" w:cs="Tahoma"/>
                </w:rPr>
                <m:t>40:160</m:t>
              </m:r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7D40DB7F" w14:textId="77777777" w:rsidR="00391CA8" w:rsidRPr="00C240D5" w:rsidRDefault="00391CA8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gridSpan w:val="2"/>
            <w:tcBorders>
              <w:left w:val="nil"/>
              <w:bottom w:val="single" w:sz="4" w:space="0" w:color="auto"/>
            </w:tcBorders>
          </w:tcPr>
          <w:p w14:paraId="3C319CE2" w14:textId="439E8D0E" w:rsidR="00391CA8" w:rsidRDefault="00391CA8" w:rsidP="00E01254">
            <w:pPr>
              <w:spacing w:before="120" w:after="0"/>
              <w:rPr>
                <w:rFonts w:ascii="Avenir Book" w:eastAsiaTheme="minorEastAsia" w:hAnsi="Avenir Book"/>
                <w:sz w:val="28"/>
              </w:rPr>
            </w:pPr>
            <w:r>
              <w:rPr>
                <w:rFonts w:ascii="Avenir Book" w:hAnsi="Avenir Book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15292B8" wp14:editId="00005632">
                      <wp:simplePos x="0" y="0"/>
                      <wp:positionH relativeFrom="column">
                        <wp:posOffset>386520</wp:posOffset>
                      </wp:positionH>
                      <wp:positionV relativeFrom="paragraph">
                        <wp:posOffset>948788</wp:posOffset>
                      </wp:positionV>
                      <wp:extent cx="434975" cy="266700"/>
                      <wp:effectExtent l="0" t="0" r="0" b="0"/>
                      <wp:wrapNone/>
                      <wp:docPr id="28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49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22910CB" w14:textId="77777777" w:rsidR="00391CA8" w:rsidRDefault="00391CA8" w:rsidP="00391CA8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A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5292B8" id="Text Box 28" o:spid="_x0000_s1031" type="#_x0000_t202" style="position:absolute;margin-left:30.45pt;margin-top:74.7pt;width:34.25pt;height:2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" filled="f" stroked="f" strokeweight=".5pt">
                      <v:textbox>
                        <w:txbxContent>
                          <w:p w14:paraId="722910CB" w14:textId="77777777" w:rsidR="00391CA8" w:rsidRDefault="00391CA8" w:rsidP="00391CA8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A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venir Book" w:hAnsi="Avenir Book"/>
                <w:sz w:val="24"/>
                <w:szCs w:val="20"/>
              </w:rPr>
              <w:t>Give your answer in its simplest form.</w:t>
            </w:r>
          </w:p>
          <w:p w14:paraId="565C6CC8" w14:textId="77777777" w:rsidR="00391CA8" w:rsidRPr="00BC1DDA" w:rsidRDefault="00413825" w:rsidP="00E01254">
            <w:pPr>
              <w:spacing w:before="120" w:after="0"/>
              <w:rPr>
                <w:rFonts w:ascii="Avenir Book" w:hAnsi="Avenir Book"/>
              </w:rPr>
            </w:pPr>
            <m:oMath>
              <m:f>
                <m:fPr>
                  <m:ctrlPr>
                    <w:rPr>
                      <w:rFonts w:ascii="Cambria Math" w:hAnsi="Cambria Math" w:cs="Tahoma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ahoma"/>
                      <w:sz w:val="28"/>
                      <w:szCs w:val="28"/>
                    </w:rPr>
                    <m:t>4</m:t>
                  </m:r>
                </m:num>
                <m:den>
                  <m:r>
                    <w:rPr>
                      <w:rFonts w:ascii="Cambria Math" w:hAnsi="Cambria Math" w:cs="Tahoma"/>
                      <w:sz w:val="28"/>
                      <w:szCs w:val="28"/>
                    </w:rPr>
                    <m:t>5</m:t>
                  </m:r>
                </m:den>
              </m:f>
              <m:r>
                <w:rPr>
                  <w:rFonts w:ascii="Cambria Math" w:hAnsi="Cambria Math" w:cs="Tahoma"/>
                  <w:sz w:val="28"/>
                  <w:szCs w:val="28"/>
                </w:rPr>
                <m:t>×</m:t>
              </m:r>
              <m:f>
                <m:fPr>
                  <m:ctrlPr>
                    <w:rPr>
                      <w:rFonts w:ascii="Cambria Math" w:hAnsi="Cambria Math" w:cs="Tahoma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ahoma"/>
                      <w:sz w:val="28"/>
                      <w:szCs w:val="28"/>
                    </w:rPr>
                    <m:t>11</m:t>
                  </m:r>
                </m:num>
                <m:den>
                  <m:r>
                    <w:rPr>
                      <w:rFonts w:ascii="Cambria Math" w:hAnsi="Cambria Math" w:cs="Tahoma"/>
                      <w:sz w:val="28"/>
                      <w:szCs w:val="28"/>
                    </w:rPr>
                    <m:t>12</m:t>
                  </m:r>
                </m:den>
              </m:f>
            </m:oMath>
            <w:r w:rsidR="00391CA8" w:rsidRPr="007E3E32">
              <w:rPr>
                <w:rFonts w:eastAsiaTheme="minorEastAsia"/>
                <w:sz w:val="28"/>
                <w:szCs w:val="28"/>
              </w:rPr>
              <w:t xml:space="preserve">   </w:t>
            </w:r>
            <w:r w:rsidR="00391CA8" w:rsidRPr="00CF7527">
              <w:rPr>
                <w:rFonts w:eastAsiaTheme="minorEastAsia"/>
                <w:sz w:val="28"/>
              </w:rPr>
              <w:t xml:space="preserve">   </w:t>
            </w:r>
          </w:p>
        </w:tc>
      </w:tr>
      <w:tr w:rsidR="00391CA8" w:rsidRPr="00C240D5" w14:paraId="28400DD2" w14:textId="77777777" w:rsidTr="00E01254">
        <w:trPr>
          <w:trHeight w:val="1824"/>
        </w:trPr>
        <w:tc>
          <w:tcPr>
            <w:tcW w:w="421" w:type="dxa"/>
            <w:tcBorders>
              <w:right w:val="nil"/>
            </w:tcBorders>
          </w:tcPr>
          <w:p w14:paraId="746BC131" w14:textId="77777777" w:rsidR="00391CA8" w:rsidRPr="00C240D5" w:rsidRDefault="00391CA8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5386" w:type="dxa"/>
            <w:gridSpan w:val="3"/>
            <w:tcBorders>
              <w:left w:val="nil"/>
              <w:right w:val="nil"/>
            </w:tcBorders>
          </w:tcPr>
          <w:p w14:paraId="64DF6F3B" w14:textId="77777777" w:rsidR="00391CA8" w:rsidRPr="000F145F" w:rsidRDefault="00391CA8" w:rsidP="00E01254">
            <w:pPr>
              <w:tabs>
                <w:tab w:val="left" w:pos="1440"/>
              </w:tabs>
              <w:spacing w:before="120" w:after="0"/>
              <w:rPr>
                <w:rFonts w:ascii="Avenir Book" w:eastAsiaTheme="minorEastAsia" w:hAnsi="Avenir Book"/>
                <w:sz w:val="24"/>
              </w:rPr>
            </w:pPr>
            <w:r>
              <w:rPr>
                <w:rFonts w:ascii="Avenir Book" w:hAnsi="Avenir Book"/>
                <w:sz w:val="24"/>
              </w:rPr>
              <w:t xml:space="preserve">Do you use </w:t>
            </w:r>
            <w:r w:rsidRPr="000F145F">
              <w:rPr>
                <w:rFonts w:ascii="Avenir Book" w:hAnsi="Avenir Book"/>
                <w:sz w:val="24"/>
              </w:rPr>
              <w:t>SOHCAHTOA or SS</w:t>
            </w:r>
            <m:oMath>
              <m:r>
                <w:rPr>
                  <w:rFonts w:ascii="Cambria Math" w:hAnsi="Cambria Math"/>
                  <w:sz w:val="24"/>
                </w:rPr>
                <m:t>±</m:t>
              </m:r>
            </m:oMath>
            <w:r>
              <w:rPr>
                <w:rFonts w:ascii="Avenir Book" w:eastAsiaTheme="minorEastAsia" w:hAnsi="Avenir Book"/>
                <w:sz w:val="24"/>
              </w:rPr>
              <w:t>SR to find side BC in this right angled triangle?</w:t>
            </w:r>
          </w:p>
        </w:tc>
        <w:tc>
          <w:tcPr>
            <w:tcW w:w="4394" w:type="dxa"/>
            <w:tcBorders>
              <w:left w:val="nil"/>
            </w:tcBorders>
          </w:tcPr>
          <w:p w14:paraId="6ABB2324" w14:textId="6AE8906C" w:rsidR="00391CA8" w:rsidRPr="00C240D5" w:rsidRDefault="00413825" w:rsidP="00E01254">
            <w:pPr>
              <w:spacing w:before="120" w:after="0"/>
              <w:rPr>
                <w:rFonts w:ascii="Avenir Book" w:hAnsi="Avenir Book"/>
              </w:rPr>
            </w:pPr>
            <w:bookmarkStart w:id="0" w:name="_GoBack"/>
            <w:r>
              <w:rPr>
                <w:noProof/>
                <w:lang w:eastAsia="en-GB"/>
              </w:rPr>
              <w:drawing>
                <wp:anchor distT="0" distB="0" distL="114300" distR="114300" simplePos="0" relativeHeight="251713536" behindDoc="0" locked="0" layoutInCell="1" allowOverlap="1" wp14:anchorId="2F51E574" wp14:editId="39E87945">
                  <wp:simplePos x="0" y="0"/>
                  <wp:positionH relativeFrom="column">
                    <wp:posOffset>2316285</wp:posOffset>
                  </wp:positionH>
                  <wp:positionV relativeFrom="paragraph">
                    <wp:posOffset>871025</wp:posOffset>
                  </wp:positionV>
                  <wp:extent cx="572188" cy="401760"/>
                  <wp:effectExtent l="0" t="0" r="0" b="508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r w:rsidR="00391CA8" w:rsidRPr="000839BB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51B5928" wp14:editId="05380ECE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167640</wp:posOffset>
                      </wp:positionV>
                      <wp:extent cx="894080" cy="894080"/>
                      <wp:effectExtent l="0" t="0" r="20320" b="20320"/>
                      <wp:wrapNone/>
                      <wp:docPr id="29" name="Right Tri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4080" cy="894080"/>
                              </a:xfrm>
                              <a:prstGeom prst="rtTriangle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F79D8B" id="Right Triangle 29" o:spid="_x0000_s1026" type="#_x0000_t6" style="position:absolute;margin-left:13.3pt;margin-top:13.2pt;width:70.4pt;height:70.4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" fillcolor="white [3201]" strokecolor="black [3200]" strokeweight="1pt"/>
                  </w:pict>
                </mc:Fallback>
              </mc:AlternateContent>
            </w:r>
            <w:r w:rsidR="00391CA8" w:rsidRPr="000839BB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29C9BF3" wp14:editId="5D178C12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920750</wp:posOffset>
                      </wp:positionV>
                      <wp:extent cx="130175" cy="130175"/>
                      <wp:effectExtent l="0" t="0" r="22225" b="22225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175" cy="1301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9706CF" id="Rectangle 30" o:spid="_x0000_s1026" style="position:absolute;margin-left:14.1pt;margin-top:72.5pt;width:10.25pt;height:10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" fillcolor="black [3200]" strokecolor="black [1600]" strokeweight="2pt"/>
                  </w:pict>
                </mc:Fallback>
              </mc:AlternateContent>
            </w:r>
            <w:r w:rsidR="00391CA8" w:rsidRPr="000839BB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B6583B9" wp14:editId="307B53B5">
                      <wp:simplePos x="0" y="0"/>
                      <wp:positionH relativeFrom="column">
                        <wp:posOffset>-191770</wp:posOffset>
                      </wp:positionH>
                      <wp:positionV relativeFrom="paragraph">
                        <wp:posOffset>546100</wp:posOffset>
                      </wp:positionV>
                      <wp:extent cx="434975" cy="266700"/>
                      <wp:effectExtent l="0" t="0" r="0" b="0"/>
                      <wp:wrapNone/>
                      <wp:docPr id="31" name="Text Box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49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762CE4" w14:textId="77777777" w:rsidR="00391CA8" w:rsidRDefault="00391CA8" w:rsidP="00391CA8">
                                  <w:r>
                                    <w:t>3cm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6583B9" id="Text Box 31" o:spid="_x0000_s1032" type="#_x0000_t202" style="position:absolute;margin-left:-15.1pt;margin-top:43pt;width:34.25pt;height:2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" filled="f" stroked="f" strokeweight=".5pt">
                      <v:textbox>
                        <w:txbxContent>
                          <w:p w14:paraId="2C762CE4" w14:textId="77777777" w:rsidR="00391CA8" w:rsidRDefault="00391CA8" w:rsidP="00391CA8">
                            <w:r>
                              <w:t>3cm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1CA8" w:rsidRPr="000839BB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6471834" wp14:editId="7078475F">
                      <wp:simplePos x="0" y="0"/>
                      <wp:positionH relativeFrom="column">
                        <wp:posOffset>582295</wp:posOffset>
                      </wp:positionH>
                      <wp:positionV relativeFrom="paragraph">
                        <wp:posOffset>460375</wp:posOffset>
                      </wp:positionV>
                      <wp:extent cx="434975" cy="266700"/>
                      <wp:effectExtent l="0" t="0" r="0" b="0"/>
                      <wp:wrapNone/>
                      <wp:docPr id="32" name="Text Box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49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CA4E518" w14:textId="77777777" w:rsidR="00391CA8" w:rsidRDefault="00391CA8" w:rsidP="00391CA8">
                                  <w:r>
                                    <w:t>5cm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471834" id="Text Box 32" o:spid="_x0000_s1033" type="#_x0000_t202" style="position:absolute;margin-left:45.85pt;margin-top:36.25pt;width:34.25pt;height:2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" filled="f" stroked="f" strokeweight=".5pt">
                      <v:textbox>
                        <w:txbxContent>
                          <w:p w14:paraId="4CA4E518" w14:textId="77777777" w:rsidR="00391CA8" w:rsidRDefault="00391CA8" w:rsidP="00391CA8">
                            <w:r>
                              <w:t>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1CA8" w:rsidRPr="000839BB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1570876" wp14:editId="12EC87F0">
                      <wp:simplePos x="0" y="0"/>
                      <wp:positionH relativeFrom="column">
                        <wp:posOffset>930910</wp:posOffset>
                      </wp:positionH>
                      <wp:positionV relativeFrom="paragraph">
                        <wp:posOffset>897890</wp:posOffset>
                      </wp:positionV>
                      <wp:extent cx="443865" cy="312420"/>
                      <wp:effectExtent l="0" t="0" r="0" b="0"/>
                      <wp:wrapNone/>
                      <wp:docPr id="33" name="Text Box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3865" cy="3124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F5A162" w14:textId="77777777" w:rsidR="00391CA8" w:rsidRDefault="00391CA8" w:rsidP="00391CA8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B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570876" id="Text Box 33" o:spid="_x0000_s1034" type="#_x0000_t202" style="position:absolute;margin-left:73.3pt;margin-top:70.7pt;width:34.95pt;height:24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" filled="f" stroked="f" strokeweight=".5pt">
                      <v:textbox>
                        <w:txbxContent>
                          <w:p w14:paraId="6CF5A162" w14:textId="77777777" w:rsidR="00391CA8" w:rsidRDefault="00391CA8" w:rsidP="00391CA8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1CA8" w:rsidRPr="000839BB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1727B956" wp14:editId="69FDE617">
                      <wp:simplePos x="0" y="0"/>
                      <wp:positionH relativeFrom="column">
                        <wp:posOffset>-145170</wp:posOffset>
                      </wp:positionH>
                      <wp:positionV relativeFrom="paragraph">
                        <wp:posOffset>906194</wp:posOffset>
                      </wp:positionV>
                      <wp:extent cx="443865" cy="312964"/>
                      <wp:effectExtent l="0" t="0" r="0" b="0"/>
                      <wp:wrapNone/>
                      <wp:docPr id="34" name="Text Box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3865" cy="3129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3D1A60" w14:textId="77777777" w:rsidR="00391CA8" w:rsidRDefault="00391CA8" w:rsidP="00391CA8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C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27B956" id="Text Box 34" o:spid="_x0000_s1035" type="#_x0000_t202" style="position:absolute;margin-left:-11.45pt;margin-top:71.35pt;width:34.95pt;height:24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" filled="f" stroked="f" strokeweight=".5pt">
                      <v:textbox>
                        <w:txbxContent>
                          <w:p w14:paraId="263D1A60" w14:textId="77777777" w:rsidR="00391CA8" w:rsidRDefault="00391CA8" w:rsidP="00391CA8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1CA8">
              <w:rPr>
                <w:noProof/>
                <w:lang w:eastAsia="en-GB"/>
              </w:rPr>
              <w:drawing>
                <wp:anchor distT="0" distB="0" distL="114300" distR="114300" simplePos="0" relativeHeight="251702272" behindDoc="0" locked="0" layoutInCell="1" allowOverlap="1" wp14:anchorId="4C70F5FE" wp14:editId="2499F1DC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C20160F" w14:textId="77777777" w:rsidR="00BC1DDA" w:rsidRDefault="00BC1DDA" w:rsidP="00391CA8">
      <w:pPr>
        <w:spacing w:after="120"/>
        <w:ind w:firstLine="720"/>
        <w:rPr>
          <w:rFonts w:ascii="Avenir Book" w:hAnsi="Avenir Book"/>
          <w:sz w:val="24"/>
          <w:szCs w:val="24"/>
        </w:rPr>
      </w:pPr>
    </w:p>
    <w:sectPr w:rsidR="00BC1DD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DDA"/>
    <w:rsid w:val="000236A0"/>
    <w:rsid w:val="00065389"/>
    <w:rsid w:val="000839BB"/>
    <w:rsid w:val="000A43CA"/>
    <w:rsid w:val="000A63AF"/>
    <w:rsid w:val="001826A9"/>
    <w:rsid w:val="00213C21"/>
    <w:rsid w:val="002B7961"/>
    <w:rsid w:val="002D5D86"/>
    <w:rsid w:val="00314A79"/>
    <w:rsid w:val="00333535"/>
    <w:rsid w:val="00391CA8"/>
    <w:rsid w:val="003F51D8"/>
    <w:rsid w:val="00413825"/>
    <w:rsid w:val="00447F7F"/>
    <w:rsid w:val="00505FC9"/>
    <w:rsid w:val="00525119"/>
    <w:rsid w:val="0064471D"/>
    <w:rsid w:val="00705472"/>
    <w:rsid w:val="0075268D"/>
    <w:rsid w:val="007B4226"/>
    <w:rsid w:val="007E165C"/>
    <w:rsid w:val="007E2C1A"/>
    <w:rsid w:val="0090117B"/>
    <w:rsid w:val="0099142F"/>
    <w:rsid w:val="00A220B4"/>
    <w:rsid w:val="00AB73A0"/>
    <w:rsid w:val="00AD3C1A"/>
    <w:rsid w:val="00BC1DDA"/>
    <w:rsid w:val="00BE7AC9"/>
    <w:rsid w:val="00C240D5"/>
    <w:rsid w:val="00C41860"/>
    <w:rsid w:val="00C42E4F"/>
    <w:rsid w:val="00CB6355"/>
    <w:rsid w:val="00D51195"/>
    <w:rsid w:val="00D536E6"/>
    <w:rsid w:val="00DB511B"/>
    <w:rsid w:val="00DF442D"/>
    <w:rsid w:val="00E20822"/>
    <w:rsid w:val="00E7749A"/>
    <w:rsid w:val="00E801CC"/>
    <w:rsid w:val="00EC4CCA"/>
    <w:rsid w:val="00F47A34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B876A"/>
  <w15:docId w15:val="{345409B4-9293-CB43-B6AE-789696E6B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11</cp:revision>
  <dcterms:created xsi:type="dcterms:W3CDTF">2019-02-22T19:16:00Z</dcterms:created>
  <dcterms:modified xsi:type="dcterms:W3CDTF">2019-02-22T19:22:00Z</dcterms:modified>
</cp:coreProperties>
</file>